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2FC3AC" w14:textId="4A72797F" w:rsidR="00C428F8" w:rsidRPr="00C428F8" w:rsidRDefault="00F74C56" w:rsidP="00C428F8">
      <w:pPr>
        <w:pStyle w:val="AG2RTitre"/>
        <w:rPr>
          <w:lang w:eastAsia="fr-FR"/>
        </w:rPr>
      </w:pPr>
      <w:r w:rsidRPr="00061EB6">
        <w:rPr>
          <w:lang w:eastAsia="fr-FR"/>
        </w:rPr>
        <w:t xml:space="preserve"> </w:t>
      </w:r>
      <w:r w:rsidR="00AF387C">
        <w:rPr>
          <w:lang w:eastAsia="fr-FR"/>
        </w:rPr>
        <w:t>En synthèse – votre projet</w:t>
      </w:r>
      <w:r w:rsidRPr="00061EB6">
        <w:rPr>
          <w:lang w:eastAsia="fr-FR"/>
        </w:rPr>
        <w:t xml:space="preserve"> :</w:t>
      </w:r>
    </w:p>
    <w:tbl>
      <w:tblPr>
        <w:tblStyle w:val="Grilledutableau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6997"/>
        <w:gridCol w:w="6997"/>
      </w:tblGrid>
      <w:tr w:rsidR="00071443" w14:paraId="21D022E5" w14:textId="77777777" w:rsidTr="005E39BB">
        <w:trPr>
          <w:jc w:val="center"/>
        </w:trPr>
        <w:tc>
          <w:tcPr>
            <w:tcW w:w="6997" w:type="dxa"/>
          </w:tcPr>
          <w:p w14:paraId="7D1CBAFA" w14:textId="24ABD913" w:rsidR="00071443" w:rsidRDefault="00071443" w:rsidP="00071443">
            <w:pPr>
              <w:tabs>
                <w:tab w:val="left" w:pos="1515"/>
              </w:tabs>
              <w:rPr>
                <w:rFonts w:ascii="Arial" w:hAnsi="Arial" w:cs="Arial"/>
                <w:b/>
                <w:color w:val="00B0F0"/>
                <w:sz w:val="24"/>
              </w:rPr>
            </w:pPr>
            <w:r>
              <w:rPr>
                <w:rFonts w:ascii="Arial" w:hAnsi="Arial" w:cs="Arial"/>
                <w:b/>
                <w:color w:val="00B0F0"/>
                <w:sz w:val="24"/>
              </w:rPr>
              <w:t>Analyse</w:t>
            </w:r>
          </w:p>
          <w:p w14:paraId="523E0965" w14:textId="77777777" w:rsidR="00071443" w:rsidRPr="00D20D43" w:rsidRDefault="00071443" w:rsidP="00071443">
            <w:pPr>
              <w:tabs>
                <w:tab w:val="left" w:pos="1515"/>
              </w:tabs>
              <w:rPr>
                <w:rFonts w:ascii="Arial" w:hAnsi="Arial" w:cs="Arial"/>
                <w:b/>
                <w:color w:val="00B0F0"/>
                <w:sz w:val="20"/>
                <w:szCs w:val="20"/>
              </w:rPr>
            </w:pPr>
          </w:p>
          <w:p w14:paraId="30FB5C35" w14:textId="77777777" w:rsidR="00071443" w:rsidRPr="00D20D43" w:rsidRDefault="00071443" w:rsidP="00071443">
            <w:pPr>
              <w:rPr>
                <w:rFonts w:ascii="Arial" w:hAnsi="Arial" w:cs="Arial"/>
                <w:sz w:val="20"/>
                <w:szCs w:val="20"/>
              </w:rPr>
            </w:pPr>
            <w:r w:rsidRPr="00D20D43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D20D43">
              <w:rPr>
                <w:rFonts w:ascii="Arial" w:hAnsi="Arial" w:cs="Arial"/>
                <w:sz w:val="20"/>
                <w:szCs w:val="20"/>
              </w:rPr>
              <w:instrText xml:space="preserve"> MERGEFIELD TableStart:LibsAnalyse </w:instrText>
            </w:r>
            <w:r w:rsidRPr="00D20D4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360D220A" w14:textId="77777777" w:rsidR="00071443" w:rsidRPr="00D20D43" w:rsidRDefault="00071443" w:rsidP="00071443">
            <w:pPr>
              <w:pStyle w:val="Paragraphedeliste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D20D43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D20D43">
              <w:rPr>
                <w:rFonts w:ascii="Arial" w:hAnsi="Arial" w:cs="Arial"/>
                <w:sz w:val="20"/>
                <w:szCs w:val="20"/>
              </w:rPr>
              <w:instrText xml:space="preserve"> MERGEFIELD Valeur </w:instrText>
            </w:r>
            <w:r w:rsidRPr="00D20D4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54B33444" w14:textId="30DFA9BB" w:rsidR="00071443" w:rsidRDefault="00071443" w:rsidP="00071443">
            <w:pPr>
              <w:rPr>
                <w:sz w:val="24"/>
              </w:rPr>
            </w:pPr>
            <w:r w:rsidRPr="00D20D43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D20D43">
              <w:rPr>
                <w:rFonts w:ascii="Arial" w:hAnsi="Arial" w:cs="Arial"/>
                <w:sz w:val="20"/>
                <w:szCs w:val="20"/>
              </w:rPr>
              <w:instrText xml:space="preserve"> MERGEFIELD TableEnd:LibsAnalyse </w:instrText>
            </w:r>
            <w:r w:rsidRPr="00D20D4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6997" w:type="dxa"/>
          </w:tcPr>
          <w:p w14:paraId="5CD42ADA" w14:textId="77777777" w:rsidR="00071443" w:rsidRDefault="00071443" w:rsidP="00071443">
            <w:pPr>
              <w:tabs>
                <w:tab w:val="left" w:pos="1515"/>
              </w:tabs>
              <w:rPr>
                <w:rFonts w:ascii="Arial" w:hAnsi="Arial" w:cs="Arial"/>
                <w:b/>
                <w:color w:val="00B0F0"/>
                <w:sz w:val="24"/>
              </w:rPr>
            </w:pPr>
            <w:r w:rsidRPr="003A4935">
              <w:rPr>
                <w:rFonts w:ascii="Arial" w:hAnsi="Arial" w:cs="Arial"/>
                <w:b/>
                <w:color w:val="00B0F0"/>
                <w:sz w:val="24"/>
              </w:rPr>
              <w:t>P</w:t>
            </w:r>
            <w:r>
              <w:rPr>
                <w:rFonts w:ascii="Arial" w:hAnsi="Arial" w:cs="Arial"/>
                <w:b/>
                <w:color w:val="00B0F0"/>
                <w:sz w:val="24"/>
              </w:rPr>
              <w:t>réconisations</w:t>
            </w:r>
          </w:p>
          <w:p w14:paraId="527CD738" w14:textId="77777777" w:rsidR="00071443" w:rsidRDefault="00071443" w:rsidP="00071443">
            <w:pPr>
              <w:tabs>
                <w:tab w:val="left" w:pos="1515"/>
              </w:tabs>
              <w:rPr>
                <w:rFonts w:ascii="Arial" w:hAnsi="Arial" w:cs="Arial"/>
                <w:b/>
                <w:color w:val="00B0F0"/>
                <w:sz w:val="24"/>
              </w:rPr>
            </w:pPr>
          </w:p>
          <w:p w14:paraId="1A595A02" w14:textId="77777777" w:rsidR="00071443" w:rsidRPr="00D20D43" w:rsidRDefault="00071443" w:rsidP="00071443">
            <w:pPr>
              <w:rPr>
                <w:rFonts w:ascii="Arial" w:hAnsi="Arial" w:cs="Arial"/>
                <w:sz w:val="20"/>
                <w:szCs w:val="20"/>
              </w:rPr>
            </w:pPr>
            <w:r w:rsidRPr="00D20D43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D20D43">
              <w:rPr>
                <w:rFonts w:ascii="Arial" w:hAnsi="Arial" w:cs="Arial"/>
                <w:sz w:val="20"/>
                <w:szCs w:val="20"/>
              </w:rPr>
              <w:instrText xml:space="preserve"> MERGEFIELD TableStart:</w:instrText>
            </w:r>
            <w:r w:rsidRPr="00D20D43">
              <w:rPr>
                <w:rFonts w:ascii="Arial" w:hAnsi="Arial" w:cs="Arial"/>
                <w:color w:val="000000"/>
                <w:sz w:val="20"/>
                <w:szCs w:val="20"/>
              </w:rPr>
              <w:instrText>LibsPreconisation</w:instrText>
            </w:r>
            <w:r w:rsidRPr="00D20D4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70DED052" w14:textId="77777777" w:rsidR="00071443" w:rsidRPr="00D20D43" w:rsidRDefault="00071443" w:rsidP="00071443">
            <w:pPr>
              <w:pStyle w:val="Paragraphedeliste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D20D43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D20D43">
              <w:rPr>
                <w:rFonts w:ascii="Arial" w:hAnsi="Arial" w:cs="Arial"/>
                <w:sz w:val="20"/>
                <w:szCs w:val="20"/>
              </w:rPr>
              <w:instrText xml:space="preserve"> MERGEFIELD Valeur </w:instrText>
            </w:r>
            <w:r w:rsidRPr="00D20D4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2EEAD293" w14:textId="77777777" w:rsidR="00071443" w:rsidRPr="00D20D43" w:rsidRDefault="00071443" w:rsidP="00071443">
            <w:pPr>
              <w:rPr>
                <w:rFonts w:ascii="Arial" w:hAnsi="Arial" w:cs="Arial"/>
                <w:sz w:val="20"/>
                <w:szCs w:val="20"/>
              </w:rPr>
            </w:pPr>
            <w:r w:rsidRPr="00D20D43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D20D43">
              <w:rPr>
                <w:rFonts w:ascii="Arial" w:hAnsi="Arial" w:cs="Arial"/>
                <w:sz w:val="20"/>
                <w:szCs w:val="20"/>
              </w:rPr>
              <w:instrText xml:space="preserve"> MERGEFIELD TableEnd:</w:instrText>
            </w:r>
            <w:r w:rsidRPr="00D20D43">
              <w:rPr>
                <w:rFonts w:ascii="Arial" w:hAnsi="Arial" w:cs="Arial"/>
                <w:color w:val="000000"/>
                <w:sz w:val="20"/>
                <w:szCs w:val="20"/>
              </w:rPr>
              <w:instrText>LibsPreconisation</w:instrText>
            </w:r>
            <w:r w:rsidRPr="00D20D4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406FF328" w14:textId="49BBEC30" w:rsidR="00071443" w:rsidRDefault="00071443" w:rsidP="00071443">
            <w:pPr>
              <w:tabs>
                <w:tab w:val="left" w:pos="1515"/>
              </w:tabs>
              <w:jc w:val="center"/>
              <w:rPr>
                <w:sz w:val="24"/>
              </w:rPr>
            </w:pPr>
          </w:p>
        </w:tc>
      </w:tr>
    </w:tbl>
    <w:p w14:paraId="14249B42" w14:textId="55AB2492" w:rsidR="000B0ACB" w:rsidRDefault="000B0ACB" w:rsidP="00F74C56">
      <w:pPr>
        <w:spacing w:after="0" w:line="250" w:lineRule="atLeast"/>
        <w:rPr>
          <w:rFonts w:ascii="Arial" w:hAnsi="Arial" w:cs="Arial"/>
          <w:b/>
          <w:color w:val="381A0A"/>
          <w:sz w:val="28"/>
        </w:rPr>
      </w:pPr>
    </w:p>
    <w:sectPr w:rsidR="000B0ACB" w:rsidSect="000876A6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054503" w14:textId="77777777" w:rsidR="007D3ADE" w:rsidRDefault="007D3ADE">
      <w:pPr>
        <w:spacing w:after="0" w:line="240" w:lineRule="auto"/>
      </w:pPr>
      <w:r>
        <w:separator/>
      </w:r>
    </w:p>
  </w:endnote>
  <w:endnote w:type="continuationSeparator" w:id="0">
    <w:p w14:paraId="560D3AD8" w14:textId="77777777" w:rsidR="007D3ADE" w:rsidRDefault="007D3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A1C8E3" w14:textId="77777777" w:rsidR="00086B84" w:rsidRDefault="003D6797" w:rsidP="00560385">
    <w:pPr>
      <w:pStyle w:val="Pieddepage"/>
      <w:tabs>
        <w:tab w:val="left" w:pos="195"/>
        <w:tab w:val="left" w:pos="270"/>
        <w:tab w:val="left" w:pos="465"/>
        <w:tab w:val="center" w:pos="7002"/>
      </w:tabs>
      <w:ind w:left="-397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Conseiller AG2R LA MONDIAL</w: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5774B20D" wp14:editId="32DF83D3">
              <wp:simplePos x="0" y="0"/>
              <wp:positionH relativeFrom="column">
                <wp:posOffset>8453755</wp:posOffset>
              </wp:positionH>
              <wp:positionV relativeFrom="paragraph">
                <wp:posOffset>-53340</wp:posOffset>
              </wp:positionV>
              <wp:extent cx="914400" cy="276225"/>
              <wp:effectExtent l="0" t="0" r="0" b="9525"/>
              <wp:wrapNone/>
              <wp:docPr id="12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D80700" w14:textId="2425EDCE" w:rsidR="00F753CB" w:rsidRDefault="003D6797"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SAVEDATE 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D20D43">
                            <w:rPr>
                              <w:noProof/>
                            </w:rPr>
                            <w:t>22/03/2021 16:22:00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74B20D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665.65pt;margin-top:-4.2pt;width:1in;height:21.7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" stroked="f">
              <v:textbox>
                <w:txbxContent>
                  <w:p w14:paraId="0ED80700" w14:textId="2425EDCE" w:rsidR="00F753CB" w:rsidRDefault="003D6797"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SAVEDATE 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D20D43">
                      <w:rPr>
                        <w:noProof/>
                      </w:rPr>
                      <w:t>22/03/2021 16:22:00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sz w:val="20"/>
      </w:rPr>
      <w:t xml:space="preserve">E : </w:t>
    </w:r>
    <w:sdt>
      <w:sdtPr>
        <w:rPr>
          <w:rFonts w:ascii="Arial" w:hAnsi="Arial" w:cs="Arial"/>
          <w:sz w:val="20"/>
        </w:rPr>
        <w:alias w:val="CONSEILLER_NOM"/>
        <w:tag w:val="CONSEILLER_NOM"/>
        <w:id w:val="44339114"/>
      </w:sdtPr>
      <w:sdtEndPr/>
      <w:sdtContent>
        <w:r>
          <w:rPr>
            <w:rFonts w:ascii="Arial" w:hAnsi="Arial" w:cs="Arial"/>
            <w:sz w:val="20"/>
          </w:rPr>
          <w:t>DURAND</w:t>
        </w:r>
      </w:sdtContent>
    </w:sdt>
    <w:r>
      <w:rPr>
        <w:rFonts w:ascii="Arial" w:hAnsi="Arial" w:cs="Arial"/>
        <w:sz w:val="20"/>
      </w:rPr>
      <w:t xml:space="preserve">  </w:t>
    </w:r>
    <w:sdt>
      <w:sdtPr>
        <w:rPr>
          <w:rFonts w:ascii="Arial" w:hAnsi="Arial" w:cs="Arial"/>
          <w:sz w:val="20"/>
        </w:rPr>
        <w:id w:val="-1881163667"/>
      </w:sdtPr>
      <w:sdtEndPr/>
      <w:sdtContent>
        <w:sdt>
          <w:sdtPr>
            <w:rPr>
              <w:rFonts w:ascii="Arial" w:hAnsi="Arial" w:cs="Arial"/>
              <w:sz w:val="20"/>
            </w:rPr>
            <w:alias w:val="CONSEILLER_PRENOM"/>
            <w:tag w:val="CONSEILLER_PRENOM"/>
            <w:id w:val="455686728"/>
          </w:sdtPr>
          <w:sdtEndPr/>
          <w:sdtContent>
            <w:r>
              <w:rPr>
                <w:rFonts w:ascii="Arial" w:hAnsi="Arial" w:cs="Arial"/>
                <w:sz w:val="20"/>
              </w:rPr>
              <w:t>Jean Baptiste</w:t>
            </w:r>
          </w:sdtContent>
        </w:sdt>
      </w:sdtContent>
    </w:sdt>
  </w:p>
  <w:p w14:paraId="49A4839B" w14:textId="77777777" w:rsidR="00CE5096" w:rsidRDefault="003D6797" w:rsidP="00560385">
    <w:pPr>
      <w:pStyle w:val="Pieddepage"/>
      <w:tabs>
        <w:tab w:val="left" w:pos="195"/>
        <w:tab w:val="left" w:pos="270"/>
        <w:tab w:val="left" w:pos="465"/>
        <w:tab w:val="center" w:pos="7002"/>
      </w:tabs>
      <w:ind w:left="-368" w:hanging="709"/>
    </w:pPr>
    <w:r w:rsidRPr="003321A5">
      <w:rPr>
        <w:rFonts w:ascii="Arial" w:hAnsi="Arial" w:cs="Arial"/>
        <w:noProof/>
        <w:sz w:val="2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3D10D18" wp14:editId="45F02A95">
              <wp:simplePos x="0" y="0"/>
              <wp:positionH relativeFrom="column">
                <wp:posOffset>4477385</wp:posOffset>
              </wp:positionH>
              <wp:positionV relativeFrom="paragraph">
                <wp:posOffset>13335</wp:posOffset>
              </wp:positionV>
              <wp:extent cx="1114425" cy="276225"/>
              <wp:effectExtent l="0" t="0" r="0" b="0"/>
              <wp:wrapSquare wrapText="bothSides"/>
              <wp:docPr id="3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4425" cy="2762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21C875" w14:textId="77777777" w:rsidR="003321A5" w:rsidRDefault="003D6797">
                          <w: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NUMPAGES 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29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D10D18" id="_x0000_s1027" type="#_x0000_t202" style="position:absolute;left:0;text-align:left;margin-left:352.55pt;margin-top:1.05pt;width:87.75pt;height:21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" filled="f" stroked="f">
              <v:textbox>
                <w:txbxContent>
                  <w:p w14:paraId="3121C875" w14:textId="77777777" w:rsidR="003321A5" w:rsidRDefault="003D6797">
                    <w:r>
                      <w:t xml:space="preserve">Page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NUMPAGES 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>
                      <w:rPr>
                        <w:noProof/>
                      </w:rPr>
                      <w:t>29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tab/>
      <w:t xml:space="preserve">N° tel : </w:t>
    </w:r>
    <w:sdt>
      <w:sdtPr>
        <w:rPr>
          <w:rFonts w:ascii="Arial" w:hAnsi="Arial" w:cs="Arial"/>
          <w:sz w:val="20"/>
        </w:rPr>
        <w:alias w:val="CONSEILLER_TEL"/>
        <w:tag w:val="CONSEILLER_TEL"/>
        <w:id w:val="66234315"/>
        <w:placeholder>
          <w:docPart w:val="935E0BFDDD3F41B29683BC529D09B3CA"/>
        </w:placeholder>
      </w:sdtPr>
      <w:sdtEndPr/>
      <w:sdtContent>
        <w:r>
          <w:rPr>
            <w:rFonts w:ascii="Arial" w:hAnsi="Arial" w:cs="Arial"/>
            <w:sz w:val="20"/>
          </w:rPr>
          <w:t>07 78 54 78 05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C1C681" w14:textId="77777777" w:rsidR="007D3ADE" w:rsidRDefault="007D3ADE">
      <w:pPr>
        <w:spacing w:after="0" w:line="240" w:lineRule="auto"/>
      </w:pPr>
      <w:r>
        <w:separator/>
      </w:r>
    </w:p>
  </w:footnote>
  <w:footnote w:type="continuationSeparator" w:id="0">
    <w:p w14:paraId="05C5A52A" w14:textId="77777777" w:rsidR="007D3ADE" w:rsidRDefault="007D3A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C27ACD"/>
    <w:multiLevelType w:val="hybridMultilevel"/>
    <w:tmpl w:val="C3A65F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33C2B"/>
    <w:multiLevelType w:val="hybridMultilevel"/>
    <w:tmpl w:val="EC203626"/>
    <w:lvl w:ilvl="0" w:tplc="7D0482C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D1763"/>
    <w:multiLevelType w:val="hybridMultilevel"/>
    <w:tmpl w:val="D150A9E8"/>
    <w:lvl w:ilvl="0" w:tplc="A3C6900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68D84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F4F90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52FF5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9A153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AC21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3E826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C4E27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766A9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E7523"/>
    <w:multiLevelType w:val="hybridMultilevel"/>
    <w:tmpl w:val="1EDAEA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0B2BBF"/>
    <w:multiLevelType w:val="hybridMultilevel"/>
    <w:tmpl w:val="19FC54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E6065C"/>
    <w:multiLevelType w:val="hybridMultilevel"/>
    <w:tmpl w:val="5E16C8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linkStyl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8A1"/>
    <w:rsid w:val="0006584C"/>
    <w:rsid w:val="00071443"/>
    <w:rsid w:val="00074084"/>
    <w:rsid w:val="000876A6"/>
    <w:rsid w:val="000B0ACB"/>
    <w:rsid w:val="00116288"/>
    <w:rsid w:val="00156D23"/>
    <w:rsid w:val="001A1C70"/>
    <w:rsid w:val="001C3461"/>
    <w:rsid w:val="00241BC7"/>
    <w:rsid w:val="003B5C5A"/>
    <w:rsid w:val="003D6797"/>
    <w:rsid w:val="0043013D"/>
    <w:rsid w:val="00432797"/>
    <w:rsid w:val="004C4934"/>
    <w:rsid w:val="00607BA5"/>
    <w:rsid w:val="007013B0"/>
    <w:rsid w:val="00752DF4"/>
    <w:rsid w:val="007D28A1"/>
    <w:rsid w:val="007D3ADE"/>
    <w:rsid w:val="008E7159"/>
    <w:rsid w:val="009F4BFC"/>
    <w:rsid w:val="00A4279D"/>
    <w:rsid w:val="00AA29B0"/>
    <w:rsid w:val="00AE1309"/>
    <w:rsid w:val="00AE3A24"/>
    <w:rsid w:val="00AF387C"/>
    <w:rsid w:val="00AF789B"/>
    <w:rsid w:val="00B73268"/>
    <w:rsid w:val="00B826B7"/>
    <w:rsid w:val="00C428F8"/>
    <w:rsid w:val="00D04F2B"/>
    <w:rsid w:val="00D20D43"/>
    <w:rsid w:val="00E340E7"/>
    <w:rsid w:val="00EF7DA6"/>
    <w:rsid w:val="00F74C56"/>
    <w:rsid w:val="00F93843"/>
    <w:rsid w:val="00FE2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0271F"/>
  <w15:chartTrackingRefBased/>
  <w15:docId w15:val="{21E7A9EB-F885-4EB1-8C41-0FAAA2B7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0D43"/>
  </w:style>
  <w:style w:type="character" w:default="1" w:styleId="Policepardfaut">
    <w:name w:val="Default Paragraph Font"/>
    <w:uiPriority w:val="1"/>
    <w:semiHidden/>
    <w:unhideWhenUsed/>
    <w:rsid w:val="00D20D43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D20D43"/>
  </w:style>
  <w:style w:type="paragraph" w:styleId="Pieddepage">
    <w:name w:val="footer"/>
    <w:basedOn w:val="Normal"/>
    <w:link w:val="PieddepageCar"/>
    <w:uiPriority w:val="99"/>
    <w:unhideWhenUsed/>
    <w:rsid w:val="00D20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20D43"/>
  </w:style>
  <w:style w:type="paragraph" w:styleId="NormalWeb">
    <w:name w:val="Normal (Web)"/>
    <w:basedOn w:val="Normal"/>
    <w:uiPriority w:val="99"/>
    <w:semiHidden/>
    <w:unhideWhenUsed/>
    <w:rsid w:val="008E715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table" w:styleId="TableauGrille4-Accentuation1">
    <w:name w:val="Grid Table 4 Accent 1"/>
    <w:basedOn w:val="TableauNormal"/>
    <w:uiPriority w:val="49"/>
    <w:rsid w:val="00D04F2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Paragraphedeliste">
    <w:name w:val="List Paragraph"/>
    <w:basedOn w:val="Normal"/>
    <w:uiPriority w:val="34"/>
    <w:qFormat/>
    <w:rsid w:val="000B0ACB"/>
    <w:pPr>
      <w:ind w:left="720"/>
      <w:contextualSpacing/>
    </w:pPr>
  </w:style>
  <w:style w:type="table" w:styleId="Grilledutableau">
    <w:name w:val="Table Grid"/>
    <w:basedOn w:val="TableauNormal"/>
    <w:uiPriority w:val="39"/>
    <w:rsid w:val="00D20D4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20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20D43"/>
  </w:style>
  <w:style w:type="character" w:styleId="Textedelespacerserv">
    <w:name w:val="Placeholder Text"/>
    <w:basedOn w:val="Policepardfaut"/>
    <w:uiPriority w:val="99"/>
    <w:semiHidden/>
    <w:rsid w:val="00D20D43"/>
    <w:rPr>
      <w:color w:val="808080"/>
    </w:rPr>
  </w:style>
  <w:style w:type="table" w:customStyle="1" w:styleId="AG2RTable">
    <w:name w:val="AG2RTable"/>
    <w:basedOn w:val="TableauNormal"/>
    <w:uiPriority w:val="99"/>
    <w:rsid w:val="00D20D43"/>
    <w:pPr>
      <w:spacing w:after="0" w:line="240" w:lineRule="auto"/>
    </w:pPr>
    <w:tblPr>
      <w:tblStyleRow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4472C4" w:themeColor="accent1"/>
        <w:insideV w:val="single" w:sz="4" w:space="0" w:color="4472C4" w:themeColor="accent1"/>
      </w:tblBorders>
    </w:tblPr>
    <w:tcPr>
      <w:shd w:val="clear" w:color="auto" w:fill="FFFFFF" w:themeFill="background1"/>
    </w:tcPr>
    <w:tblStylePr w:type="firstRow">
      <w:rPr>
        <w:b/>
        <w:color w:val="FFFFFF" w:themeColor="background1"/>
      </w:rPr>
      <w:tblPr/>
      <w:tcPr>
        <w:shd w:val="clear" w:color="auto" w:fill="4472C4" w:themeFill="accent1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cBorders>
        <w:shd w:val="clear" w:color="auto" w:fill="B4C6E7" w:themeFill="accent1" w:themeFillTint="66"/>
      </w:tcPr>
    </w:tblStylePr>
  </w:style>
  <w:style w:type="table" w:customStyle="1" w:styleId="TabUpsys">
    <w:name w:val="TabUpsys"/>
    <w:basedOn w:val="Grilledutableau"/>
    <w:uiPriority w:val="99"/>
    <w:rsid w:val="00D20D43"/>
    <w:pPr>
      <w:spacing w:after="120" w:line="264" w:lineRule="auto"/>
    </w:pPr>
    <w:rPr>
      <w:rFonts w:eastAsiaTheme="minorEastAsia"/>
      <w:color w:val="000000" w:themeColor="text1" w:themeShade="BF"/>
      <w:sz w:val="20"/>
      <w:szCs w:val="20"/>
      <w:lang w:eastAsia="fr-FR"/>
    </w:rPr>
    <w:tblPr>
      <w:tblStyleRowBandSize w:val="1"/>
      <w:tblStyleColBandSize w:val="1"/>
      <w:tblInd w:w="0" w:type="dxa"/>
    </w:tblPr>
    <w:tcPr>
      <w:shd w:val="clear" w:color="auto" w:fill="D9D9D9" w:themeFill="background1" w:themeFillShade="D9"/>
    </w:tcPr>
    <w:tblStylePr w:type="firstRow">
      <w:pPr>
        <w:wordWrap/>
        <w:jc w:val="left"/>
      </w:pPr>
      <w:rPr>
        <w:rFonts w:ascii="Calibri" w:hAnsi="Calibri"/>
        <w:b/>
        <w:bCs/>
        <w:color w:val="FFFFFF" w:themeColor="background1"/>
        <w:sz w:val="20"/>
      </w:rPr>
      <w:tblPr>
        <w:tblCellSpacing w:w="0" w:type="nil"/>
      </w:tblPr>
      <w:trPr>
        <w:tblCellSpacing w:w="0" w:type="nil"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70AD47" w:themeFill="accent6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  <w:contextualSpacing w:val="0"/>
        <w:jc w:val="left"/>
      </w:pPr>
      <w:rPr>
        <w:rFonts w:ascii="Calibri" w:hAnsi="Calibri"/>
        <w:b/>
        <w:bCs/>
        <w:color w:val="FFFFFF" w:themeColor="background1"/>
        <w:sz w:val="20"/>
      </w:rPr>
      <w:tblPr>
        <w:tblCellSpacing w:w="0" w:type="nil"/>
      </w:tblPr>
      <w:trPr>
        <w:tblCellSpacing w:w="0" w:type="nil"/>
      </w:trPr>
      <w:tcPr>
        <w:shd w:val="clear" w:color="auto" w:fill="70AD47" w:themeFill="accent6"/>
      </w:tcPr>
    </w:tblStylePr>
    <w:tblStylePr w:type="firstCol">
      <w:pPr>
        <w:jc w:val="left"/>
      </w:pPr>
      <w:rPr>
        <w:rFonts w:ascii="Calibri" w:hAnsi="Calibri"/>
        <w:b w:val="0"/>
        <w:bCs/>
        <w:color w:val="000000" w:themeColor="text1"/>
      </w:rPr>
    </w:tblStylePr>
    <w:tblStylePr w:type="lastCol">
      <w:rPr>
        <w:rFonts w:ascii="Calibri" w:hAnsi="Calibri"/>
        <w:b w:val="0"/>
        <w:bCs/>
        <w:color w:val="000000" w:themeColor="text1"/>
        <w:sz w:val="20"/>
      </w:rPr>
    </w:tblStylePr>
    <w:tblStylePr w:type="band1Vert">
      <w:rPr>
        <w:color w:val="000000" w:themeColor="text1" w:themeShade="BF"/>
      </w:rPr>
    </w:tblStylePr>
    <w:tblStylePr w:type="band1Horz">
      <w:pPr>
        <w:wordWrap/>
        <w:jc w:val="left"/>
      </w:pPr>
      <w:rPr>
        <w:rFonts w:ascii="Calibri" w:hAnsi="Calibri"/>
        <w:color w:val="000000" w:themeColor="text1" w:themeShade="BF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FFFFFF"/>
      </w:tcPr>
    </w:tblStylePr>
    <w:tblStylePr w:type="band2Horz">
      <w:pPr>
        <w:wordWrap/>
        <w:jc w:val="left"/>
      </w:pPr>
      <w:rPr>
        <w:rFonts w:ascii="Calibri" w:hAnsi="Calibri"/>
        <w:color w:val="auto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12" w:space="0" w:color="FFFFFF" w:themeColor="background1"/>
          <w:tl2br w:val="nil"/>
          <w:tr2bl w:val="nil"/>
        </w:tcBorders>
        <w:shd w:val="clear" w:color="auto" w:fill="CCCCCC" w:themeFill="text1" w:themeFillTint="33"/>
      </w:tcPr>
    </w:tblStylePr>
  </w:style>
  <w:style w:type="table" w:styleId="Tableausimple1">
    <w:name w:val="Plain Table 1"/>
    <w:basedOn w:val="TableauNormal"/>
    <w:uiPriority w:val="41"/>
    <w:rsid w:val="00D20D4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5">
    <w:name w:val="Plain Table 5"/>
    <w:basedOn w:val="TableauNormal"/>
    <w:uiPriority w:val="45"/>
    <w:rsid w:val="00D20D43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AG2RTitre">
    <w:name w:val="AG2RTitre"/>
    <w:basedOn w:val="Normal"/>
    <w:link w:val="AG2RTitreCar"/>
    <w:qFormat/>
    <w:rsid w:val="00D20D43"/>
    <w:pPr>
      <w:pBdr>
        <w:bottom w:val="single" w:sz="12" w:space="1" w:color="00B0F0"/>
      </w:pBdr>
      <w:spacing w:line="240" w:lineRule="auto"/>
    </w:pPr>
    <w:rPr>
      <w:rFonts w:ascii="Arial" w:hAnsi="Arial" w:cs="Arial"/>
      <w:b/>
      <w:color w:val="381A0A"/>
      <w:sz w:val="28"/>
    </w:rPr>
  </w:style>
  <w:style w:type="character" w:customStyle="1" w:styleId="AG2RTitreCar">
    <w:name w:val="AG2RTitre Car"/>
    <w:basedOn w:val="Policepardfaut"/>
    <w:link w:val="AG2RTitre"/>
    <w:rsid w:val="00D20D43"/>
    <w:rPr>
      <w:rFonts w:ascii="Arial" w:hAnsi="Arial" w:cs="Arial"/>
      <w:b/>
      <w:color w:val="381A0A"/>
      <w:sz w:val="28"/>
    </w:rPr>
  </w:style>
  <w:style w:type="paragraph" w:customStyle="1" w:styleId="AG2RTitre2">
    <w:name w:val="AG2RTitre2"/>
    <w:basedOn w:val="Normal"/>
    <w:link w:val="AG2RTitre2Car"/>
    <w:qFormat/>
    <w:rsid w:val="00D20D43"/>
    <w:rPr>
      <w:rFonts w:ascii="Arial" w:hAnsi="Arial" w:cs="Arial"/>
      <w:b/>
      <w:bCs/>
      <w:color w:val="00B0F0"/>
      <w:sz w:val="28"/>
      <w:szCs w:val="36"/>
    </w:rPr>
  </w:style>
  <w:style w:type="character" w:customStyle="1" w:styleId="AG2RTitre2Car">
    <w:name w:val="AG2RTitre2 Car"/>
    <w:basedOn w:val="Policepardfaut"/>
    <w:link w:val="AG2RTitre2"/>
    <w:rsid w:val="00D20D43"/>
    <w:rPr>
      <w:rFonts w:ascii="Arial" w:hAnsi="Arial" w:cs="Arial"/>
      <w:b/>
      <w:bCs/>
      <w:color w:val="00B0F0"/>
      <w:sz w:val="28"/>
      <w:szCs w:val="36"/>
    </w:rPr>
  </w:style>
  <w:style w:type="character" w:customStyle="1" w:styleId="fontstyle01">
    <w:name w:val="fontstyle01"/>
    <w:basedOn w:val="Policepardfaut"/>
    <w:rsid w:val="00D20D43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iver\Documents\Mod&#232;les%20Office%20personnalis&#233;s\AG2RTeoPage0-ente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35E0BFDDD3F41B29683BC529D09B3C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39D65F-D835-4866-81B9-655AF24EE89E}"/>
      </w:docPartPr>
      <w:docPartBody>
        <w:p w:rsidR="00C3063C" w:rsidRDefault="00E712C8" w:rsidP="00E712C8">
          <w:pPr>
            <w:pStyle w:val="935E0BFDDD3F41B29683BC529D09B3CA"/>
          </w:pPr>
          <w:r w:rsidRPr="00313676">
            <w:rPr>
              <w:rStyle w:val="Textedelespacerserv"/>
              <w:sz w:val="18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2C8"/>
    <w:rsid w:val="001B160B"/>
    <w:rsid w:val="00242F1E"/>
    <w:rsid w:val="003D58E3"/>
    <w:rsid w:val="00446A36"/>
    <w:rsid w:val="005E779D"/>
    <w:rsid w:val="00782A01"/>
    <w:rsid w:val="0091777E"/>
    <w:rsid w:val="00971893"/>
    <w:rsid w:val="009E4214"/>
    <w:rsid w:val="00AF5EEC"/>
    <w:rsid w:val="00BB5CE4"/>
    <w:rsid w:val="00C3063C"/>
    <w:rsid w:val="00E37DB4"/>
    <w:rsid w:val="00E712C8"/>
    <w:rsid w:val="00F345BD"/>
    <w:rsid w:val="00FA2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1777E"/>
    <w:rPr>
      <w:color w:val="808080"/>
    </w:rPr>
  </w:style>
  <w:style w:type="paragraph" w:customStyle="1" w:styleId="935E0BFDDD3F41B29683BC529D09B3CA">
    <w:name w:val="935E0BFDDD3F41B29683BC529D09B3CA"/>
    <w:rsid w:val="00E712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AG2RTeoPage0-entete.dotx</Template>
  <TotalTime>111</TotalTime>
  <Pages>1</Pages>
  <Words>40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Gros-Dubois</dc:creator>
  <cp:keywords/>
  <dc:description/>
  <cp:lastModifiedBy>Olivier Gros-Dubois</cp:lastModifiedBy>
  <cp:revision>16</cp:revision>
  <dcterms:created xsi:type="dcterms:W3CDTF">2020-05-28T15:13:00Z</dcterms:created>
  <dcterms:modified xsi:type="dcterms:W3CDTF">2021-04-07T09:30:00Z</dcterms:modified>
</cp:coreProperties>
</file>